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D80" w:rsidRDefault="001F2D80">
      <w:pPr>
        <w:rPr>
          <w:lang w:val="en-US"/>
        </w:rPr>
      </w:pPr>
      <w:r>
        <w:rPr>
          <w:lang w:val="en-US"/>
        </w:rPr>
        <w:t>WORKSHEET C :</w:t>
      </w:r>
    </w:p>
    <w:p w:rsidR="001F2D80" w:rsidRDefault="001F2D80">
      <w:pPr>
        <w:rPr>
          <w:lang w:val="en-US"/>
        </w:rPr>
      </w:pPr>
      <w:r>
        <w:rPr>
          <w:lang w:val="en-US"/>
        </w:rPr>
        <w:t>Watch the video once again and decide whether the statements below are TRUE or FALSE :</w:t>
      </w:r>
    </w:p>
    <w:p w:rsidR="001F2D80" w:rsidRDefault="001F2D80">
      <w:pPr>
        <w:rPr>
          <w:lang w:val="en-US"/>
        </w:rPr>
      </w:pPr>
      <w:r>
        <w:rPr>
          <w:lang w:val="en-US"/>
        </w:rPr>
        <w:t>(Correct the false ones</w:t>
      </w:r>
      <w:r>
        <w:t xml:space="preserve"> </w:t>
      </w:r>
      <w:r>
        <w:rPr>
          <w:lang w:val="en-US"/>
        </w:rPr>
        <w:t>in Greek language )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 w:rsidRPr="00175765">
        <w:rPr>
          <w:b/>
          <w:bCs/>
          <w:lang w:val="en-US"/>
        </w:rPr>
        <w:t>The client</w:t>
      </w:r>
      <w:r>
        <w:rPr>
          <w:lang w:val="en-US"/>
        </w:rPr>
        <w:t xml:space="preserve"> requests data.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b/>
          <w:bCs/>
          <w:lang w:val="en-US"/>
        </w:rPr>
        <w:t>A protocol is</w:t>
      </w:r>
      <w:r>
        <w:rPr>
          <w:lang w:val="en-US"/>
        </w:rPr>
        <w:t xml:space="preserve"> a set of interconnected networks.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data of a client’s request is stored in more than one packet.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is only one kind of packets.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   </w:t>
      </w:r>
      <w:r w:rsidRPr="00DD77D5">
        <w:rPr>
          <w:b/>
          <w:bCs/>
          <w:lang w:val="en-US"/>
        </w:rPr>
        <w:t xml:space="preserve">Router </w:t>
      </w:r>
      <w:r>
        <w:rPr>
          <w:lang w:val="en-US"/>
        </w:rPr>
        <w:t>connects the computers in a LAN.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 </w:t>
      </w:r>
      <w:r w:rsidRPr="00DD77D5">
        <w:rPr>
          <w:b/>
          <w:bCs/>
          <w:lang w:val="en-US"/>
        </w:rPr>
        <w:t>Proxy Server</w:t>
      </w:r>
      <w:r>
        <w:rPr>
          <w:lang w:val="en-US"/>
        </w:rPr>
        <w:t xml:space="preserve"> opens the IP packets and checks their destination address.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 w:rsidRPr="00DD77D5">
        <w:rPr>
          <w:b/>
          <w:bCs/>
          <w:lang w:val="en-US"/>
        </w:rPr>
        <w:t>The Firewall</w:t>
      </w:r>
      <w:r>
        <w:rPr>
          <w:lang w:val="en-US"/>
        </w:rPr>
        <w:t xml:space="preserve"> checks only the outgoing data.</w:t>
      </w:r>
    </w:p>
    <w:p w:rsidR="001F2D80" w:rsidRDefault="001F2D80" w:rsidP="00447B9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All packets reach their destination.</w:t>
      </w:r>
    </w:p>
    <w:p w:rsidR="001F2D80" w:rsidRDefault="001F2D80" w:rsidP="0017576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 virus can be disguised as a common packet.</w:t>
      </w:r>
    </w:p>
    <w:p w:rsidR="001F2D80" w:rsidRDefault="001F2D80" w:rsidP="00447B9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 packet can travel around the world up to five times in a second.</w:t>
      </w:r>
    </w:p>
    <w:p w:rsidR="001F2D80" w:rsidRDefault="001F2D80" w:rsidP="00DD77D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WWW consists of many networks connected through servers.</w:t>
      </w:r>
    </w:p>
    <w:p w:rsidR="001F2D80" w:rsidRDefault="001F2D80" w:rsidP="00DD77D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</w:t>
      </w:r>
      <w:r w:rsidRPr="00DD77D5">
        <w:rPr>
          <w:b/>
          <w:bCs/>
          <w:lang w:val="en-US"/>
        </w:rPr>
        <w:t>Server</w:t>
      </w:r>
      <w:r>
        <w:rPr>
          <w:lang w:val="en-US"/>
        </w:rPr>
        <w:t xml:space="preserve"> serves by providing data.</w:t>
      </w:r>
    </w:p>
    <w:p w:rsidR="001F2D80" w:rsidRPr="00DD77D5" w:rsidRDefault="001F2D80" w:rsidP="00DD77D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  </w:t>
      </w:r>
      <w:r w:rsidRPr="00DD77D5">
        <w:rPr>
          <w:b/>
          <w:bCs/>
          <w:lang w:val="en-US"/>
        </w:rPr>
        <w:t>Web</w:t>
      </w:r>
      <w:r>
        <w:rPr>
          <w:lang w:val="en-US"/>
        </w:rPr>
        <w:t xml:space="preserve"> </w:t>
      </w:r>
      <w:r w:rsidRPr="00DD77D5">
        <w:rPr>
          <w:b/>
          <w:bCs/>
          <w:lang w:val="en-US"/>
        </w:rPr>
        <w:t>Server</w:t>
      </w:r>
      <w:r>
        <w:rPr>
          <w:lang w:val="en-US"/>
        </w:rPr>
        <w:t xml:space="preserve"> responds to a client’s request.</w:t>
      </w:r>
    </w:p>
    <w:p w:rsidR="001F2D80" w:rsidRPr="00175765" w:rsidRDefault="001F2D80">
      <w:pPr>
        <w:rPr>
          <w:lang w:val="en-US"/>
        </w:rPr>
      </w:pPr>
    </w:p>
    <w:sectPr w:rsidR="001F2D80" w:rsidRPr="00175765" w:rsidSect="000D477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4B4"/>
    <w:multiLevelType w:val="hybridMultilevel"/>
    <w:tmpl w:val="D04478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A7E"/>
    <w:rsid w:val="000D4774"/>
    <w:rsid w:val="00175765"/>
    <w:rsid w:val="001F2D80"/>
    <w:rsid w:val="00281A7E"/>
    <w:rsid w:val="00447B92"/>
    <w:rsid w:val="00541B2C"/>
    <w:rsid w:val="00574B2E"/>
    <w:rsid w:val="00DD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77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757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121</Words>
  <Characters>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3rd EPAL</cp:lastModifiedBy>
  <cp:revision>5</cp:revision>
  <dcterms:created xsi:type="dcterms:W3CDTF">2012-04-05T21:10:00Z</dcterms:created>
  <dcterms:modified xsi:type="dcterms:W3CDTF">2012-04-06T06:09:00Z</dcterms:modified>
</cp:coreProperties>
</file>